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0ED16FFF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8A2190">
        <w:rPr>
          <w:rFonts w:cstheme="minorHAnsi"/>
          <w:b/>
          <w:szCs w:val="18"/>
        </w:rPr>
        <w:t xml:space="preserve">  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3F39F8A8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66420F" w:rsidRPr="00B7627D">
        <w:rPr>
          <w:rFonts w:cstheme="minorHAnsi"/>
          <w:noProof/>
          <w:szCs w:val="18"/>
          <w:lang w:eastAsia="pl-PL"/>
        </w:rPr>
        <w:t>POST/DYS/OW/GZ/04231/2025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66420F" w:rsidRPr="00B7627D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R7: Gmina Lesznowola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0C5C4C5B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66420F" w:rsidRPr="00B7627D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R7: Gmina Lesznowola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2CBB7C3E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66420F" w:rsidRPr="00B7627D">
        <w:rPr>
          <w:rFonts w:cstheme="minorHAnsi"/>
          <w:b/>
          <w:noProof/>
        </w:rPr>
        <w:t>27.05.2027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 xml:space="preserve">Koszt złącza ZK-2 RBL +2P (schemat złącza kablowo - pomiarowego wg. obowiązujących standardów technicznych złączy kablowych, kablowo-pomiarowych oraz złączy napowietrznych przyłączeniowych nN w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</w:t>
            </w:r>
            <w:r w:rsidRPr="00CD226A">
              <w:rPr>
                <w:rFonts w:cstheme="minorHAnsi"/>
              </w:rPr>
              <w:lastRenderedPageBreak/>
              <w:t>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5674F9DF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66420F" w:rsidRPr="00B7627D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R7: Gmina Lesznowola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66420F" w:rsidRPr="00B7627D">
        <w:rPr>
          <w:rFonts w:cstheme="minorHAnsi"/>
          <w:b/>
          <w:noProof/>
        </w:rPr>
        <w:t>27.05.2027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6035B418" w14:textId="58DBB0F2" w:rsidR="00973D85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7F20080E" w14:textId="091FB38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036D155" w14:textId="63EE32A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41A281B" w14:textId="37B4B9F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B4E6B68" w14:textId="782D9D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9052BDE" w14:textId="2038ABF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92AA42F" w14:textId="28C2A76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7EB42FB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4A89B6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FC1D6ED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0C35C55E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66420F" w:rsidRPr="00B7627D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R7: Gmina Lesznowola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66420F" w:rsidRPr="00B7627D">
        <w:rPr>
          <w:rFonts w:cstheme="minorHAnsi"/>
          <w:b/>
          <w:noProof/>
        </w:rPr>
        <w:t>POST/DYS/OW/GZ/04231/2025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lastRenderedPageBreak/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lastRenderedPageBreak/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41691488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66420F" w:rsidRPr="00B7627D">
        <w:rPr>
          <w:rFonts w:cstheme="minorHAnsi"/>
          <w:noProof/>
          <w:lang w:eastAsia="pl-PL"/>
        </w:rPr>
        <w:t>POST/DYS/OW/GZ/04231/2025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66420F" w:rsidRPr="00B7627D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R7: Gmina Lesznowola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998BE1" w14:textId="673A6B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3240E9" w14:textId="18A098A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2F99821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66420F" w:rsidRPr="00B7627D">
        <w:rPr>
          <w:rFonts w:cstheme="minorHAnsi"/>
          <w:noProof/>
          <w:lang w:eastAsia="pl-PL"/>
        </w:rPr>
        <w:t>POST/DYS/OW/GZ/04231/2025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66420F" w:rsidRPr="00B7627D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R7: Gmina Lesznowola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06CAB61F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66420F" w:rsidRPr="00B7627D">
        <w:rPr>
          <w:rFonts w:cstheme="minorHAnsi"/>
          <w:noProof/>
          <w:lang w:eastAsia="pl-PL"/>
        </w:rPr>
        <w:t>POST/DYS/OW/GZ/04231/2025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66420F" w:rsidRPr="00B7627D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R7: Gmina Lesznowola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1092320D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66420F" w:rsidRPr="00B7627D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Jeziorna obszar R7: Gmina Lesznowola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74506F23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66420F" w:rsidRPr="00B7627D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POST/DYS/OW/GZ/04231/2025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4799"/>
    <w:rsid w:val="00094EB9"/>
    <w:rsid w:val="00096510"/>
    <w:rsid w:val="000974B1"/>
    <w:rsid w:val="000B0DBD"/>
    <w:rsid w:val="000C47A9"/>
    <w:rsid w:val="000C5934"/>
    <w:rsid w:val="000C679C"/>
    <w:rsid w:val="000D3311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AAB"/>
    <w:rsid w:val="00192A23"/>
    <w:rsid w:val="001974F6"/>
    <w:rsid w:val="001A358A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3D76"/>
    <w:rsid w:val="002B5C62"/>
    <w:rsid w:val="002C470F"/>
    <w:rsid w:val="002C66E0"/>
    <w:rsid w:val="002D3974"/>
    <w:rsid w:val="002D4CAD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7380"/>
    <w:rsid w:val="005A354D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185F"/>
    <w:rsid w:val="0060356D"/>
    <w:rsid w:val="00623B01"/>
    <w:rsid w:val="00625BB0"/>
    <w:rsid w:val="006261BB"/>
    <w:rsid w:val="00630963"/>
    <w:rsid w:val="0065322E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D64"/>
    <w:rsid w:val="0071035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4E31"/>
    <w:rsid w:val="00884D47"/>
    <w:rsid w:val="00896CCD"/>
    <w:rsid w:val="008A2190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45F7E"/>
    <w:rsid w:val="00C5009D"/>
    <w:rsid w:val="00C53A22"/>
    <w:rsid w:val="00C61680"/>
    <w:rsid w:val="00C64A07"/>
    <w:rsid w:val="00C6569B"/>
    <w:rsid w:val="00C66B9A"/>
    <w:rsid w:val="00C707D1"/>
    <w:rsid w:val="00C737A1"/>
    <w:rsid w:val="00C73916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6F4B"/>
    <w:rsid w:val="00E706C2"/>
    <w:rsid w:val="00E72949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1DC5"/>
    <w:rsid w:val="00F4718C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4231_zał nr 4, 6, 7, 8, 11 do SWZ.docx</dmsv2BaseFileName>
    <dmsv2BaseDisplayName xmlns="http://schemas.microsoft.com/sharepoint/v3">4231_zał nr 4, 6, 7, 8, 11 do SWZ</dmsv2BaseDisplayName>
    <dmsv2SWPP2ObjectNumber xmlns="http://schemas.microsoft.com/sharepoint/v3">POST/DYS/OW/GZ/04231/2025                         </dmsv2SWPP2ObjectNumber>
    <dmsv2SWPP2SumMD5 xmlns="http://schemas.microsoft.com/sharepoint/v3">f9f7065e135ba08b983dd171bdc8c609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699799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23845210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DPFVW34YURAE-834641568-2931</_dlc_DocId>
    <_dlc_DocIdUrl xmlns="a19cb1c7-c5c7-46d4-85ae-d83685407bba">
      <Url>https://swpp2.dms.gkpge.pl/sites/40/_layouts/15/DocIdRedir.aspx?ID=DPFVW34YURAE-834641568-2931</Url>
      <Description>DPFVW34YURAE-834641568-2931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4E91076-2F71-4114-A2D4-2DD3486F2F42}"/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12993BB-C5A0-4F5C-A0B2-0BA8ACB3C9B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19</Pages>
  <Words>5180</Words>
  <Characters>31084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2025-11-25T10:59:00Z</dcterms:created>
  <dcterms:modified xsi:type="dcterms:W3CDTF">2025-11-25T11:48:00Z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06d3575c-9bf0-4549-a00b-c2de83859a6a</vt:lpwstr>
  </property>
</Properties>
</file>